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2878B6E8-454C-44CE-A44C-9126C8A7183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